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649" w14:textId="2F7F1343" w:rsidR="0015782D" w:rsidRDefault="0015782D" w:rsidP="0015782D">
      <w:r>
        <w:t xml:space="preserve">Příloha č. </w:t>
      </w:r>
      <w:r w:rsidR="005A7A7A">
        <w:t>5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76F73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176F73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176F7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176F7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176F73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176F73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176F7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176F7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176F7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41A11139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59DDA1" w14:textId="77777777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77777777" w:rsidR="0015782D" w:rsidRPr="00176F7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176F7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41741EAA" w14:textId="77777777" w:rsidR="0015782D" w:rsidRDefault="0015782D" w:rsidP="002C063B">
      <w:pPr>
        <w:pStyle w:val="Odstbez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1EC9273E" w:rsidR="009F392E" w:rsidRPr="0015782D" w:rsidRDefault="0015782D" w:rsidP="002C063B">
      <w: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F392E" w:rsidRPr="0015782D" w:rsidSect="00EF7E2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7E167" w14:textId="77777777" w:rsidR="0015782D" w:rsidRDefault="0015782D" w:rsidP="00962258">
      <w:pPr>
        <w:spacing w:after="0" w:line="240" w:lineRule="auto"/>
      </w:pPr>
      <w:r>
        <w:separator/>
      </w:r>
    </w:p>
  </w:endnote>
  <w:endnote w:type="continuationSeparator" w:id="0">
    <w:p w14:paraId="085EF98C" w14:textId="77777777" w:rsidR="0015782D" w:rsidRDefault="001578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FA9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6F1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3A3D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708AE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5F1A7" w14:textId="77777777" w:rsidR="0015782D" w:rsidRDefault="0015782D" w:rsidP="00962258">
      <w:pPr>
        <w:spacing w:after="0" w:line="240" w:lineRule="auto"/>
      </w:pPr>
      <w:r>
        <w:separator/>
      </w:r>
    </w:p>
  </w:footnote>
  <w:footnote w:type="continuationSeparator" w:id="0">
    <w:p w14:paraId="0F6FB00C" w14:textId="77777777" w:rsidR="0015782D" w:rsidRDefault="001578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08F4F" w14:textId="15E3A836" w:rsidR="005A7A7A" w:rsidRDefault="005A7A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24BD86A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3422590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E23A7"/>
    <w:rsid w:val="0010693F"/>
    <w:rsid w:val="00114472"/>
    <w:rsid w:val="001550BC"/>
    <w:rsid w:val="0015782D"/>
    <w:rsid w:val="001605B9"/>
    <w:rsid w:val="00170EC5"/>
    <w:rsid w:val="001747C1"/>
    <w:rsid w:val="00176F73"/>
    <w:rsid w:val="00184743"/>
    <w:rsid w:val="00207DF5"/>
    <w:rsid w:val="00280E07"/>
    <w:rsid w:val="002C063B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A7A7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4094"/>
    <w:rsid w:val="0076286B"/>
    <w:rsid w:val="00766846"/>
    <w:rsid w:val="0077673A"/>
    <w:rsid w:val="007846E1"/>
    <w:rsid w:val="007B570C"/>
    <w:rsid w:val="007C04C9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7E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FB61D5-103E-43FA-940A-C908E7985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Brandejsová Martina, Mgr.</cp:lastModifiedBy>
  <cp:revision>7</cp:revision>
  <cp:lastPrinted>2017-11-28T17:18:00Z</cp:lastPrinted>
  <dcterms:created xsi:type="dcterms:W3CDTF">2024-01-25T08:44:00Z</dcterms:created>
  <dcterms:modified xsi:type="dcterms:W3CDTF">2025-11-07T10:22:00Z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